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34691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E4610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92E28B7" wp14:editId="0C21AAD4">
            <wp:extent cx="3829050" cy="38868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6483" cy="38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46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7FD97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DE18AA1-7F5C-4B2B-A3D3-10710A0E57A1}"/>
</file>

<file path=customXml/itemProps2.xml><?xml version="1.0" encoding="utf-8"?>
<ds:datastoreItem xmlns:ds="http://schemas.openxmlformats.org/officeDocument/2006/customXml" ds:itemID="{AB9D2122-DA87-4CF8-A70D-13C1CB6A7986}"/>
</file>

<file path=customXml/itemProps3.xml><?xml version="1.0" encoding="utf-8"?>
<ds:datastoreItem xmlns:ds="http://schemas.openxmlformats.org/officeDocument/2006/customXml" ds:itemID="{2ADC50F7-DD8D-465B-BAFD-B27695A8168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170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